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3FEB1607" w14:textId="1C918744" w:rsidR="004D0FB0" w:rsidRDefault="004D0FB0" w:rsidP="00855E86">
      <w:pPr>
        <w:widowControl w:val="0"/>
        <w:spacing w:line="480" w:lineRule="atLeast"/>
        <w:jc w:val="both"/>
        <w:rPr>
          <w:b/>
          <w:sz w:val="24"/>
        </w:rPr>
      </w:pPr>
      <w:r>
        <w:rPr>
          <w:b/>
          <w:sz w:val="24"/>
        </w:rPr>
        <w:t>P</w:t>
      </w:r>
      <w:r w:rsidR="009F316D">
        <w:rPr>
          <w:b/>
          <w:sz w:val="24"/>
        </w:rPr>
        <w:t xml:space="preserve">ER </w:t>
      </w:r>
      <w:r w:rsidR="008D56B8">
        <w:rPr>
          <w:b/>
          <w:sz w:val="24"/>
        </w:rPr>
        <w:t xml:space="preserve">LA </w:t>
      </w:r>
      <w:r w:rsidR="008D56B8" w:rsidRPr="008D56B8">
        <w:rPr>
          <w:b/>
          <w:sz w:val="24"/>
        </w:rPr>
        <w:t>FORNITURA E POSA IN OPERA DI INTERVENTI DI RELAMPING NELL’AMBITO SISTEMA DINAMICO DI ACQUISIZIONE DELLA PUBBLICA AMMINISTRAZIONE PER LA FORNITURA E POSA DI IMPIANTI E BENI PER LA PRODUZIONE DI ENERGIA DA FONTI RINNOVABILI E PER L’EFFICIENZA ENERGETICA</w:t>
      </w:r>
      <w:r w:rsidR="00855E86">
        <w:rPr>
          <w:b/>
          <w:sz w:val="24"/>
        </w:rPr>
        <w:t xml:space="preserve"> </w:t>
      </w:r>
      <w:r w:rsidR="005A4950">
        <w:rPr>
          <w:b/>
          <w:sz w:val="24"/>
        </w:rPr>
        <w:t>-</w:t>
      </w:r>
      <w:r w:rsidR="00855E86">
        <w:rPr>
          <w:b/>
          <w:sz w:val="24"/>
        </w:rPr>
        <w:t xml:space="preserve"> </w:t>
      </w:r>
      <w:r w:rsidR="00855E86" w:rsidRPr="00855E86">
        <w:rPr>
          <w:b/>
          <w:sz w:val="24"/>
        </w:rPr>
        <w:t>CIG</w:t>
      </w:r>
      <w:r w:rsidR="005A4950">
        <w:rPr>
          <w:b/>
          <w:sz w:val="24"/>
        </w:rPr>
        <w:t xml:space="preserve"> </w:t>
      </w:r>
      <w:r w:rsidR="004802ED" w:rsidRPr="004802ED">
        <w:rPr>
          <w:b/>
          <w:sz w:val="24"/>
        </w:rPr>
        <w:t>97257853AE</w:t>
      </w:r>
    </w:p>
    <w:p w14:paraId="2B6DCAE2" w14:textId="1CCEADB7" w:rsidR="00EF6D1C" w:rsidRPr="0060586D" w:rsidRDefault="00EF6D1C" w:rsidP="004D0FB0">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w:t>
      </w:r>
      <w:proofErr w:type="gramStart"/>
      <w:r w:rsidRPr="00EC7A0E">
        <w:t>D.Lgs</w:t>
      </w:r>
      <w:proofErr w:type="gramEnd"/>
      <w:r w:rsidRPr="00EC7A0E">
        <w:t>.</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6253D17" w14:textId="400CFF4C" w:rsidR="009F316D" w:rsidRDefault="00EF6D1C" w:rsidP="009F316D">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4D0FB0" w:rsidRPr="004D0FB0">
        <w:rPr>
          <w:highlight w:val="yellow"/>
        </w:rPr>
        <w:t>________________________________________________</w:t>
      </w:r>
      <w:r w:rsidR="009F316D" w:rsidRPr="009F316D">
        <w:t xml:space="preserve"> – CIG</w:t>
      </w:r>
      <w:r w:rsidR="009F316D">
        <w:t xml:space="preserve"> </w:t>
      </w:r>
      <w:r w:rsidR="009F316D" w:rsidRPr="009F316D">
        <w:rPr>
          <w:highlight w:val="yellow"/>
        </w:rPr>
        <w:t>__________</w:t>
      </w:r>
    </w:p>
    <w:p w14:paraId="13EC4078" w14:textId="1D97DDD0" w:rsidR="00B31BAA" w:rsidRPr="00EC7A0E" w:rsidRDefault="00B31BAA" w:rsidP="009F316D">
      <w:pPr>
        <w:pStyle w:val="Corpotesto"/>
        <w:tabs>
          <w:tab w:val="left" w:pos="7088"/>
        </w:tabs>
        <w:ind w:right="199"/>
        <w:rPr>
          <w:b/>
          <w:szCs w:val="24"/>
          <w:u w:val="single"/>
        </w:rPr>
      </w:pPr>
      <w:r w:rsidRPr="00EC7A0E">
        <w:rPr>
          <w:b/>
          <w:szCs w:val="24"/>
          <w:u w:val="single"/>
        </w:rPr>
        <w:t>Art. 3 - Obblighi della Società</w:t>
      </w:r>
    </w:p>
    <w:p w14:paraId="5865257B" w14:textId="77777777" w:rsidR="0060485B" w:rsidRPr="0060485B" w:rsidRDefault="0060485B" w:rsidP="0060485B">
      <w:pPr>
        <w:spacing w:line="480" w:lineRule="atLeast"/>
        <w:ind w:right="199"/>
        <w:jc w:val="both"/>
        <w:outlineLvl w:val="0"/>
        <w:rPr>
          <w:sz w:val="24"/>
          <w:szCs w:val="24"/>
        </w:rPr>
      </w:pPr>
      <w:r w:rsidRPr="0060485B">
        <w:rPr>
          <w:sz w:val="24"/>
          <w:szCs w:val="24"/>
        </w:rPr>
        <w:t>Alla Società spetta l'erogazione dei servizi oggetto dell’appalto secondo le modalità di cui al presente contratto,</w:t>
      </w:r>
    </w:p>
    <w:p w14:paraId="3B5BD77F" w14:textId="77777777" w:rsidR="0060485B" w:rsidRPr="0060485B" w:rsidRDefault="0060485B" w:rsidP="0060485B">
      <w:pPr>
        <w:spacing w:line="480" w:lineRule="atLeast"/>
        <w:ind w:right="199"/>
        <w:jc w:val="both"/>
        <w:outlineLvl w:val="0"/>
        <w:rPr>
          <w:sz w:val="24"/>
          <w:szCs w:val="24"/>
          <w:highlight w:val="yellow"/>
        </w:rPr>
      </w:pPr>
      <w:r w:rsidRPr="0060485B">
        <w:rPr>
          <w:sz w:val="24"/>
          <w:szCs w:val="24"/>
          <w:highlight w:val="yellow"/>
        </w:rPr>
        <w:t>al Capitolato Tecnico del Sistema Dinamico di Acquisizione (</w:t>
      </w:r>
      <w:proofErr w:type="spellStart"/>
      <w:r w:rsidRPr="0060485B">
        <w:rPr>
          <w:sz w:val="24"/>
          <w:szCs w:val="24"/>
          <w:highlight w:val="yellow"/>
        </w:rPr>
        <w:t>All</w:t>
      </w:r>
      <w:proofErr w:type="spellEnd"/>
      <w:r w:rsidRPr="0060485B">
        <w:rPr>
          <w:sz w:val="24"/>
          <w:szCs w:val="24"/>
          <w:highlight w:val="yellow"/>
        </w:rPr>
        <w:t>. “1”), al Documento Tecnico (</w:t>
      </w:r>
      <w:proofErr w:type="spellStart"/>
      <w:r w:rsidRPr="0060485B">
        <w:rPr>
          <w:sz w:val="24"/>
          <w:szCs w:val="24"/>
          <w:highlight w:val="yellow"/>
        </w:rPr>
        <w:t>All</w:t>
      </w:r>
      <w:proofErr w:type="spellEnd"/>
      <w:r w:rsidRPr="0060485B">
        <w:rPr>
          <w:sz w:val="24"/>
          <w:szCs w:val="24"/>
          <w:highlight w:val="yellow"/>
        </w:rPr>
        <w:t>. “2”), al</w:t>
      </w:r>
    </w:p>
    <w:p w14:paraId="4D66F602" w14:textId="77777777" w:rsidR="0060485B" w:rsidRPr="0060485B" w:rsidRDefault="0060485B" w:rsidP="0060485B">
      <w:pPr>
        <w:spacing w:line="480" w:lineRule="atLeast"/>
        <w:ind w:right="199"/>
        <w:jc w:val="both"/>
        <w:outlineLvl w:val="0"/>
        <w:rPr>
          <w:sz w:val="24"/>
          <w:szCs w:val="24"/>
          <w:highlight w:val="yellow"/>
        </w:rPr>
      </w:pPr>
      <w:r w:rsidRPr="0060485B">
        <w:rPr>
          <w:sz w:val="24"/>
          <w:szCs w:val="24"/>
          <w:highlight w:val="yellow"/>
        </w:rPr>
        <w:t>Capitolato Tecnico del Bando Istitutivo (</w:t>
      </w:r>
      <w:proofErr w:type="spellStart"/>
      <w:r w:rsidRPr="0060485B">
        <w:rPr>
          <w:sz w:val="24"/>
          <w:szCs w:val="24"/>
          <w:highlight w:val="yellow"/>
        </w:rPr>
        <w:t>All</w:t>
      </w:r>
      <w:proofErr w:type="spellEnd"/>
      <w:r w:rsidRPr="0060485B">
        <w:rPr>
          <w:sz w:val="24"/>
          <w:szCs w:val="24"/>
          <w:highlight w:val="yellow"/>
        </w:rPr>
        <w:t>. “3”), all’Offerta tecnica (</w:t>
      </w:r>
      <w:proofErr w:type="spellStart"/>
      <w:r w:rsidRPr="0060485B">
        <w:rPr>
          <w:sz w:val="24"/>
          <w:szCs w:val="24"/>
          <w:highlight w:val="yellow"/>
        </w:rPr>
        <w:t>All</w:t>
      </w:r>
      <w:proofErr w:type="spellEnd"/>
      <w:r w:rsidRPr="0060485B">
        <w:rPr>
          <w:sz w:val="24"/>
          <w:szCs w:val="24"/>
          <w:highlight w:val="yellow"/>
        </w:rPr>
        <w:t>. “4”) ed all’ Offerta economica (</w:t>
      </w:r>
      <w:proofErr w:type="spellStart"/>
      <w:r w:rsidRPr="0060485B">
        <w:rPr>
          <w:sz w:val="24"/>
          <w:szCs w:val="24"/>
          <w:highlight w:val="yellow"/>
        </w:rPr>
        <w:t>All</w:t>
      </w:r>
      <w:proofErr w:type="spellEnd"/>
      <w:r w:rsidRPr="0060485B">
        <w:rPr>
          <w:sz w:val="24"/>
          <w:szCs w:val="24"/>
          <w:highlight w:val="yellow"/>
        </w:rPr>
        <w:t>.</w:t>
      </w:r>
    </w:p>
    <w:p w14:paraId="01F88086" w14:textId="77777777" w:rsidR="0060485B" w:rsidRPr="0060485B" w:rsidRDefault="0060485B" w:rsidP="0060485B">
      <w:pPr>
        <w:spacing w:line="480" w:lineRule="atLeast"/>
        <w:ind w:right="199"/>
        <w:jc w:val="both"/>
        <w:outlineLvl w:val="0"/>
        <w:rPr>
          <w:sz w:val="24"/>
          <w:szCs w:val="24"/>
        </w:rPr>
      </w:pPr>
      <w:r w:rsidRPr="0060485B">
        <w:rPr>
          <w:sz w:val="24"/>
          <w:szCs w:val="24"/>
          <w:highlight w:val="yellow"/>
        </w:rPr>
        <w:t>“5”) presentata dal fornitore in sede di gara.</w:t>
      </w:r>
    </w:p>
    <w:p w14:paraId="6503467C" w14:textId="1B091373" w:rsidR="0060485B" w:rsidRDefault="004802ED" w:rsidP="0060485B">
      <w:pPr>
        <w:spacing w:line="480" w:lineRule="atLeast"/>
        <w:ind w:right="199"/>
        <w:jc w:val="both"/>
        <w:outlineLvl w:val="0"/>
        <w:rPr>
          <w:sz w:val="24"/>
          <w:szCs w:val="24"/>
        </w:rPr>
      </w:pPr>
      <w:r>
        <w:rPr>
          <w:sz w:val="24"/>
          <w:szCs w:val="24"/>
          <w:highlight w:val="yellow"/>
        </w:rPr>
        <w:t>Il s</w:t>
      </w:r>
      <w:r w:rsidR="0060485B" w:rsidRPr="0060485B">
        <w:rPr>
          <w:sz w:val="24"/>
          <w:szCs w:val="24"/>
          <w:highlight w:val="yellow"/>
        </w:rPr>
        <w:t>ubappalto</w:t>
      </w:r>
      <w:r>
        <w:rPr>
          <w:sz w:val="24"/>
          <w:szCs w:val="24"/>
          <w:highlight w:val="yellow"/>
        </w:rPr>
        <w:t>_____________________.</w:t>
      </w:r>
      <w:bookmarkStart w:id="0" w:name="_GoBack"/>
      <w:bookmarkEnd w:id="0"/>
    </w:p>
    <w:p w14:paraId="52C1BF9D" w14:textId="562859A1" w:rsidR="00F76F07" w:rsidRPr="00EC7A0E" w:rsidRDefault="00F76F07" w:rsidP="0060485B">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2AC1D9D7" w:rsidR="008C06E7" w:rsidRDefault="00D545AA" w:rsidP="008C06E7">
      <w:pPr>
        <w:pStyle w:val="Corpotesto"/>
        <w:tabs>
          <w:tab w:val="left" w:pos="7513"/>
        </w:tabs>
        <w:ind w:right="198"/>
        <w:rPr>
          <w:szCs w:val="24"/>
          <w:highlight w:val="yellow"/>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2648C75E" w:rsidR="00EF6D1C" w:rsidRDefault="00B31BAA">
      <w:pPr>
        <w:spacing w:line="480" w:lineRule="atLeast"/>
        <w:ind w:right="199"/>
        <w:jc w:val="both"/>
        <w:outlineLvl w:val="0"/>
        <w:rPr>
          <w:b/>
          <w:sz w:val="24"/>
          <w:u w:val="single"/>
        </w:rPr>
      </w:pPr>
      <w:r w:rsidRPr="00EC7A0E">
        <w:rPr>
          <w:b/>
          <w:sz w:val="24"/>
          <w:u w:val="single"/>
        </w:rPr>
        <w:lastRenderedPageBreak/>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1C1A6125" w14:textId="2C5E3591" w:rsidR="008D56B8" w:rsidRDefault="0060485B" w:rsidP="0060485B">
      <w:pPr>
        <w:spacing w:line="480" w:lineRule="atLeast"/>
        <w:ind w:right="199"/>
        <w:jc w:val="both"/>
        <w:outlineLvl w:val="0"/>
        <w:rPr>
          <w:sz w:val="24"/>
        </w:rPr>
      </w:pPr>
      <w:r w:rsidRPr="0060485B">
        <w:rPr>
          <w:sz w:val="24"/>
        </w:rPr>
        <w:t xml:space="preserve">Il corrispettivo contrattuale ammonta ad </w:t>
      </w:r>
      <w:r w:rsidRPr="0060485B">
        <w:rPr>
          <w:sz w:val="24"/>
          <w:highlight w:val="yellow"/>
        </w:rPr>
        <w:t>€__________</w:t>
      </w:r>
      <w:r w:rsidRPr="0060485B">
        <w:rPr>
          <w:sz w:val="24"/>
        </w:rPr>
        <w:t xml:space="preserve"> oltre IVA </w:t>
      </w:r>
      <w:r w:rsidR="008D56B8">
        <w:rPr>
          <w:sz w:val="24"/>
        </w:rPr>
        <w:t xml:space="preserve">comprensivo </w:t>
      </w:r>
      <w:r w:rsidR="008D56B8" w:rsidRPr="008D56B8">
        <w:rPr>
          <w:sz w:val="24"/>
        </w:rPr>
        <w:t>degli oneri per la sicurezza da interferenze è pari a € 11.057,64 + Iva</w:t>
      </w:r>
    </w:p>
    <w:p w14:paraId="111DE39D" w14:textId="2028462D" w:rsidR="008D56B8" w:rsidRDefault="008D56B8" w:rsidP="0060485B">
      <w:pPr>
        <w:spacing w:line="480" w:lineRule="atLeast"/>
        <w:ind w:right="199"/>
        <w:jc w:val="both"/>
        <w:outlineLvl w:val="0"/>
        <w:rPr>
          <w:sz w:val="24"/>
        </w:rPr>
      </w:pPr>
      <w:r w:rsidRPr="008D56B8">
        <w:rPr>
          <w:sz w:val="24"/>
        </w:rPr>
        <w:t>L’importo massimo previsto per la richiesta di ulteriori forniture e servizi, quali opzionali e non garantiti in alcun modo, ai sensi dell’art. 106 c.1 del Codice, è pari ad € 134.564,59 € + IVA</w:t>
      </w:r>
    </w:p>
    <w:p w14:paraId="51153A76" w14:textId="350AD299" w:rsidR="0060485B" w:rsidRPr="0060485B" w:rsidRDefault="0060485B" w:rsidP="0060485B">
      <w:pPr>
        <w:spacing w:line="480" w:lineRule="atLeast"/>
        <w:ind w:right="199"/>
        <w:jc w:val="both"/>
        <w:outlineLvl w:val="0"/>
        <w:rPr>
          <w:sz w:val="24"/>
        </w:rPr>
      </w:pPr>
      <w:r w:rsidRPr="0060485B">
        <w:rPr>
          <w:sz w:val="24"/>
        </w:rPr>
        <w:t xml:space="preserve">Il valore massimo del contratto comprensivo di tutte le opzioni è pari al € </w:t>
      </w:r>
      <w:r w:rsidRPr="0060485B">
        <w:rPr>
          <w:sz w:val="24"/>
          <w:highlight w:val="yellow"/>
        </w:rPr>
        <w:t>________</w:t>
      </w:r>
      <w:r w:rsidR="008D56B8">
        <w:rPr>
          <w:sz w:val="24"/>
          <w:highlight w:val="yellow"/>
        </w:rPr>
        <w:t>.</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4A552B57" w14:textId="77777777" w:rsidR="0060485B" w:rsidRPr="0060485B" w:rsidRDefault="00AC1471" w:rsidP="0060485B">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60485B" w:rsidRPr="0060485B">
        <w:rPr>
          <w:sz w:val="24"/>
        </w:rPr>
        <w:t>al Capitolato Tecnico del Sistema</w:t>
      </w:r>
    </w:p>
    <w:p w14:paraId="772B62A9" w14:textId="3EB797D8" w:rsidR="0060485B" w:rsidRDefault="0060485B" w:rsidP="0060485B">
      <w:pPr>
        <w:spacing w:line="480" w:lineRule="atLeast"/>
        <w:ind w:right="198"/>
        <w:jc w:val="both"/>
        <w:rPr>
          <w:sz w:val="24"/>
        </w:rPr>
      </w:pPr>
      <w:r w:rsidRPr="0060485B">
        <w:rPr>
          <w:sz w:val="24"/>
        </w:rPr>
        <w:t>Dinamico di Acquisizione (</w:t>
      </w:r>
      <w:proofErr w:type="spellStart"/>
      <w:r w:rsidRPr="0060485B">
        <w:rPr>
          <w:sz w:val="24"/>
        </w:rPr>
        <w:t>All</w:t>
      </w:r>
      <w:proofErr w:type="spellEnd"/>
      <w:r w:rsidRPr="0060485B">
        <w:rPr>
          <w:sz w:val="24"/>
        </w:rPr>
        <w:t>. “1”), al Documento Tecnico (</w:t>
      </w:r>
      <w:proofErr w:type="spellStart"/>
      <w:r w:rsidRPr="0060485B">
        <w:rPr>
          <w:sz w:val="24"/>
        </w:rPr>
        <w:t>All</w:t>
      </w:r>
      <w:proofErr w:type="spellEnd"/>
      <w:r w:rsidRPr="0060485B">
        <w:rPr>
          <w:sz w:val="24"/>
        </w:rPr>
        <w:t>. “2”), al Capitolato Tecnico del Bando</w:t>
      </w:r>
      <w:r>
        <w:rPr>
          <w:sz w:val="24"/>
        </w:rPr>
        <w:t xml:space="preserve"> </w:t>
      </w:r>
      <w:r w:rsidRPr="0060485B">
        <w:rPr>
          <w:sz w:val="24"/>
        </w:rPr>
        <w:t>Istitutivo (</w:t>
      </w:r>
      <w:proofErr w:type="spellStart"/>
      <w:r w:rsidRPr="0060485B">
        <w:rPr>
          <w:sz w:val="24"/>
        </w:rPr>
        <w:t>All</w:t>
      </w:r>
      <w:proofErr w:type="spellEnd"/>
      <w:r w:rsidRPr="0060485B">
        <w:rPr>
          <w:sz w:val="24"/>
        </w:rPr>
        <w:t>. “3”) e all’Offerta tecnica (</w:t>
      </w:r>
      <w:proofErr w:type="spellStart"/>
      <w:r w:rsidRPr="0060485B">
        <w:rPr>
          <w:sz w:val="24"/>
        </w:rPr>
        <w:t>All</w:t>
      </w:r>
      <w:proofErr w:type="spellEnd"/>
      <w:r w:rsidRPr="0060485B">
        <w:rPr>
          <w:sz w:val="24"/>
        </w:rPr>
        <w:t>. “4”).</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43EE6BAF" w:rsidR="00186F9F" w:rsidRDefault="007D1CD5" w:rsidP="007D1CD5">
      <w:pPr>
        <w:pStyle w:val="Corpotesto"/>
        <w:ind w:right="199"/>
        <w:rPr>
          <w:bCs/>
          <w:iCs/>
        </w:rPr>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CA5E826" w14:textId="77777777" w:rsidR="0060485B" w:rsidRPr="00EC7A0E" w:rsidRDefault="0060485B" w:rsidP="007D1CD5">
      <w:pPr>
        <w:pStyle w:val="Corpotesto"/>
        <w:ind w:right="199"/>
      </w:pPr>
    </w:p>
    <w:p w14:paraId="24A71628" w14:textId="3909B195" w:rsidR="0060485B"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21131F7B" w14:textId="77777777" w:rsidR="0060485B" w:rsidRPr="0060485B" w:rsidRDefault="0060485B" w:rsidP="0060485B">
      <w:pPr>
        <w:pStyle w:val="Corpotesto"/>
        <w:ind w:right="199"/>
        <w:rPr>
          <w:highlight w:val="yellow"/>
        </w:rPr>
      </w:pPr>
      <w:r w:rsidRPr="0060485B">
        <w:rPr>
          <w:highlight w:val="yellow"/>
        </w:rPr>
        <w:t>Si rinvia al Capitolato Tecnico del Sistema Dinamico di Acquisizione (</w:t>
      </w:r>
      <w:proofErr w:type="spellStart"/>
      <w:r w:rsidRPr="0060485B">
        <w:rPr>
          <w:highlight w:val="yellow"/>
        </w:rPr>
        <w:t>All</w:t>
      </w:r>
      <w:proofErr w:type="spellEnd"/>
      <w:r w:rsidRPr="0060485B">
        <w:rPr>
          <w:highlight w:val="yellow"/>
        </w:rPr>
        <w:t>. “1”), Documento Tecnico (</w:t>
      </w:r>
      <w:proofErr w:type="spellStart"/>
      <w:r w:rsidRPr="0060485B">
        <w:rPr>
          <w:highlight w:val="yellow"/>
        </w:rPr>
        <w:t>All</w:t>
      </w:r>
      <w:proofErr w:type="spellEnd"/>
      <w:r w:rsidRPr="0060485B">
        <w:rPr>
          <w:highlight w:val="yellow"/>
        </w:rPr>
        <w:t>.</w:t>
      </w:r>
    </w:p>
    <w:p w14:paraId="75AB7D22" w14:textId="77777777" w:rsidR="0060485B" w:rsidRDefault="0060485B" w:rsidP="0060485B">
      <w:pPr>
        <w:pStyle w:val="Corpotesto"/>
        <w:ind w:right="199"/>
      </w:pPr>
      <w:r w:rsidRPr="0060485B">
        <w:rPr>
          <w:highlight w:val="yellow"/>
        </w:rPr>
        <w:t>“2”) e Capitolato Tecnico del Bando Istitutivo (</w:t>
      </w:r>
      <w:proofErr w:type="spellStart"/>
      <w:r w:rsidRPr="0060485B">
        <w:rPr>
          <w:highlight w:val="yellow"/>
        </w:rPr>
        <w:t>All</w:t>
      </w:r>
      <w:proofErr w:type="spellEnd"/>
      <w:r w:rsidRPr="0060485B">
        <w:rPr>
          <w:highlight w:val="yellow"/>
        </w:rPr>
        <w:t>. “3”).</w:t>
      </w:r>
    </w:p>
    <w:p w14:paraId="4A4B714F" w14:textId="4EEC7E2E" w:rsidR="00D942C1" w:rsidRPr="00EC7A0E" w:rsidRDefault="0060485B" w:rsidP="0060485B">
      <w:pPr>
        <w:pStyle w:val="Corpotesto"/>
        <w:ind w:right="199"/>
        <w:rPr>
          <w:b/>
          <w:u w:val="single"/>
        </w:rPr>
      </w:pPr>
      <w:r>
        <w:t>Art. 9</w:t>
      </w:r>
      <w:r w:rsidR="00D942C1"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lastRenderedPageBreak/>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6AF38A04" w:rsidR="00752371" w:rsidRPr="00EC7A0E" w:rsidRDefault="00752371" w:rsidP="00752371">
      <w:pPr>
        <w:spacing w:line="480" w:lineRule="atLeast"/>
        <w:ind w:right="199"/>
        <w:jc w:val="both"/>
        <w:rPr>
          <w:sz w:val="24"/>
        </w:rPr>
      </w:pPr>
      <w:r w:rsidRPr="00EC7A0E">
        <w:rPr>
          <w:sz w:val="24"/>
        </w:rPr>
        <w:lastRenderedPageBreak/>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62D1EC35" w14:textId="227D33F9"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1 Capitolato Tecnico del Sistema Dinamico di Acquisizione</w:t>
      </w:r>
    </w:p>
    <w:p w14:paraId="2A5FA477" w14:textId="7E2B4628"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2 Documento Tecnico</w:t>
      </w:r>
    </w:p>
    <w:p w14:paraId="34737F2F" w14:textId="77777777"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3 Capitolato Tecnico del Bando Istitutivo</w:t>
      </w:r>
    </w:p>
    <w:p w14:paraId="404C7BDC" w14:textId="123FCBA0"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lastRenderedPageBreak/>
        <w:t>All</w:t>
      </w:r>
      <w:proofErr w:type="spellEnd"/>
      <w:r w:rsidRPr="0060485B">
        <w:rPr>
          <w:sz w:val="24"/>
          <w:highlight w:val="yellow"/>
        </w:rPr>
        <w:t>. 4 Offerta Tecnica</w:t>
      </w:r>
    </w:p>
    <w:p w14:paraId="673E24B6" w14:textId="77777777"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5 Offerta Economica</w:t>
      </w:r>
    </w:p>
    <w:p w14:paraId="05E8198D" w14:textId="2B7CA120"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6 Patti di Integrità</w:t>
      </w:r>
    </w:p>
    <w:p w14:paraId="5CABA2B2" w14:textId="7B3E014F" w:rsidR="004571A2"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7 DUVRI</w:t>
      </w:r>
    </w:p>
    <w:p w14:paraId="14C529B7" w14:textId="454AA0A6" w:rsidR="008D56B8" w:rsidRPr="0060485B" w:rsidRDefault="008D56B8" w:rsidP="0060485B">
      <w:pPr>
        <w:numPr>
          <w:ilvl w:val="0"/>
          <w:numId w:val="3"/>
        </w:numPr>
        <w:spacing w:line="480" w:lineRule="atLeast"/>
        <w:ind w:right="340"/>
        <w:outlineLvl w:val="0"/>
        <w:rPr>
          <w:sz w:val="24"/>
          <w:highlight w:val="yellow"/>
        </w:rPr>
      </w:pPr>
      <w:proofErr w:type="spellStart"/>
      <w:r>
        <w:rPr>
          <w:sz w:val="24"/>
          <w:highlight w:val="yellow"/>
        </w:rPr>
        <w:t>All</w:t>
      </w:r>
      <w:proofErr w:type="spellEnd"/>
      <w:r>
        <w:rPr>
          <w:sz w:val="24"/>
          <w:highlight w:val="yellow"/>
        </w:rPr>
        <w:t>. 8 Visura</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lastRenderedPageBreak/>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lastRenderedPageBreak/>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0010" w14:textId="4C1C694E"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4D0FB0">
      <w:rPr>
        <w:rStyle w:val="Numeropagina"/>
        <w:noProof/>
      </w:rPr>
      <w:t>7</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02ED"/>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0"/>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56B8"/>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612D"/>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377DB-C78A-4A79-83EC-88C89F114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39</TotalTime>
  <Pages>8</Pages>
  <Words>2341</Words>
  <Characters>14021</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Stefano Frontini</cp:lastModifiedBy>
  <cp:revision>16</cp:revision>
  <cp:lastPrinted>2018-06-14T08:33:00Z</cp:lastPrinted>
  <dcterms:created xsi:type="dcterms:W3CDTF">2018-12-19T10:36:00Z</dcterms:created>
  <dcterms:modified xsi:type="dcterms:W3CDTF">2023-03-21T11:08:00Z</dcterms:modified>
</cp:coreProperties>
</file>